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5671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C56715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C56715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56715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D0255">
      <w:pPr>
        <w:spacing w:line="360" w:lineRule="auto"/>
        <w:rPr>
          <w:rFonts w:eastAsia="Verdana" w:cs="Times New Roman"/>
          <w:szCs w:val="18"/>
        </w:rPr>
      </w:pPr>
    </w:p>
    <w:p w14:paraId="0F828206" w14:textId="322A736A" w:rsidR="000D24FD" w:rsidRPr="000D24FD" w:rsidRDefault="000D24FD" w:rsidP="00AD0255">
      <w:pPr>
        <w:spacing w:after="120" w:line="360" w:lineRule="auto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C56715">
        <w:rPr>
          <w:rFonts w:cstheme="minorHAnsi"/>
          <w:b/>
          <w:lang w:eastAsia="pl-PL"/>
        </w:rPr>
        <w:t>04663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AD0255" w:rsidRPr="00AD0255">
        <w:rPr>
          <w:rFonts w:cstheme="minorHAnsi"/>
          <w:bCs/>
          <w:i/>
          <w:iCs/>
          <w:color w:val="002060"/>
          <w:u w:val="single"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Łowicz w obrębie miast/gmin: Bielawy, Bolimów, Chąśno, Domaniewice, Kocierzew P., Łyszkowice, Nieborów i Zduny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AD0255">
      <w:pPr>
        <w:pStyle w:val="Akapitzlist"/>
        <w:numPr>
          <w:ilvl w:val="0"/>
          <w:numId w:val="31"/>
        </w:numPr>
        <w:spacing w:line="360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AD0255">
      <w:pPr>
        <w:pStyle w:val="Akapitzlist"/>
        <w:numPr>
          <w:ilvl w:val="0"/>
          <w:numId w:val="31"/>
        </w:numPr>
        <w:spacing w:line="360" w:lineRule="auto"/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9CB86DF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C5671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04663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350"/>
    <w:rsid w:val="00257F22"/>
    <w:rsid w:val="00262237"/>
    <w:rsid w:val="002623D0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02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71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POST/DYS/OLD/GZ/04663/2025                        </dmsv2SWPP2ObjectNumber>
    <dmsv2SWPP2SumMD5 xmlns="http://schemas.microsoft.com/sharepoint/v3">ea071b3b6e20856dbecd6e625e884519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24114766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JEUP5JKVCYQC-922955212-25271</_dlc_DocId>
    <_dlc_DocIdUrl xmlns="a19cb1c7-c5c7-46d4-85ae-d83685407bba">
      <Url>https://swpp2.dms.gkpge.pl/sites/41/_layouts/15/DocIdRedir.aspx?ID=JEUP5JKVCYQC-922955212-25271</Url>
      <Description>JEUP5JKVCYQC-922955212-25271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0A91B7F-EDE4-4053-98D7-CC15770CA9A1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2025-10-02T08:28:00Z</dcterms:created>
  <dcterms:modified xsi:type="dcterms:W3CDTF">2026-01-13T10:21:00Z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6c35bc8a-664b-4821-a809-fe2f5a141b8b</vt:lpwstr>
  </property>
</Properties>
</file>